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9035DB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9035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45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7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  <w:bookmarkStart w:id="0" w:name="_GoBack"/>
            <w:bookmarkEnd w:id="0"/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9035D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035DB"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Југоисточна  Азија: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35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35DB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  <w:r w:rsidR="009035D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природногеографским </w:t>
            </w:r>
            <w:r w:rsidR="009035D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9035DB">
              <w:rPr>
                <w:rFonts w:ascii="Times New Roman" w:hAnsi="Times New Roman"/>
                <w:sz w:val="24"/>
                <w:szCs w:val="24"/>
              </w:rPr>
              <w:t>друштвеногеографским</w:t>
            </w:r>
            <w:proofErr w:type="spellEnd"/>
            <w:r w:rsidR="00903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35DB">
              <w:rPr>
                <w:rFonts w:ascii="Times New Roman" w:hAnsi="Times New Roman"/>
                <w:sz w:val="24"/>
                <w:szCs w:val="24"/>
              </w:rPr>
              <w:t>одликама</w:t>
            </w:r>
            <w:proofErr w:type="spellEnd"/>
            <w:r w:rsidR="00903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35DB">
              <w:rPr>
                <w:rFonts w:ascii="Times New Roman" w:hAnsi="Times New Roman"/>
                <w:sz w:val="24"/>
                <w:szCs w:val="24"/>
              </w:rPr>
              <w:t>Југоисточне</w:t>
            </w:r>
            <w:proofErr w:type="spellEnd"/>
            <w:r w:rsidR="00903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35DB">
              <w:rPr>
                <w:rFonts w:ascii="Times New Roman" w:hAnsi="Times New Roman"/>
                <w:sz w:val="24"/>
                <w:szCs w:val="24"/>
              </w:rPr>
              <w:t>Азије</w:t>
            </w:r>
            <w:proofErr w:type="spellEnd"/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9035DB" w:rsidRPr="009035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Утврђивање знања о рељефу, клими, водама, биљном и животињском свету,  становништву и привреди </w:t>
            </w:r>
            <w:proofErr w:type="spellStart"/>
            <w:r w:rsidR="009035DB" w:rsidRPr="009035DB">
              <w:rPr>
                <w:rFonts w:ascii="Times New Roman" w:hAnsi="Times New Roman" w:cs="Times New Roman"/>
                <w:sz w:val="24"/>
                <w:szCs w:val="24"/>
              </w:rPr>
              <w:t>Југоисточне</w:t>
            </w:r>
            <w:proofErr w:type="spellEnd"/>
            <w:r w:rsidR="009035DB" w:rsidRPr="00903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35DB" w:rsidRPr="009035DB">
              <w:rPr>
                <w:rFonts w:ascii="Times New Roman" w:hAnsi="Times New Roman" w:cs="Times New Roman"/>
                <w:sz w:val="24"/>
                <w:szCs w:val="24"/>
              </w:rPr>
              <w:t>Азије</w:t>
            </w:r>
            <w:proofErr w:type="spellEnd"/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035DB" w:rsidRPr="009035DB" w:rsidRDefault="009035DB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и  на карти  образложи  важност географског  положаја  регије</w:t>
            </w:r>
          </w:p>
          <w:p w:rsidR="009035DB" w:rsidRPr="009035DB" w:rsidRDefault="009035DB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 покаже  оствске  групе  и  највећа  острва  Малајског  архипелага</w:t>
            </w:r>
          </w:p>
          <w:p w:rsidR="009035DB" w:rsidRPr="009035DB" w:rsidRDefault="009035DB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појаву  вулкана  и  земљотреса</w:t>
            </w:r>
          </w:p>
          <w:p w:rsidR="009035DB" w:rsidRPr="009035DB" w:rsidRDefault="009035DB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одлике  климе</w:t>
            </w:r>
          </w:p>
          <w:p w:rsidR="009035DB" w:rsidRPr="009035DB" w:rsidRDefault="009035DB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зашто је  регија мешавина  народа  и  култура</w:t>
            </w:r>
          </w:p>
          <w:p w:rsidR="009035DB" w:rsidRPr="009035DB" w:rsidRDefault="009035DB" w:rsidP="009035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постојање  специфичне  плантажне  пољопривреде, али  и  појаву  нових  индустријских  земаља</w:t>
            </w:r>
          </w:p>
          <w:p w:rsidR="00D0461E" w:rsidRPr="005F7634" w:rsidRDefault="009035DB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 разлоге  развијеног  туризма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9035DB" w:rsidRDefault="009035DB" w:rsidP="009035D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ГЕ1.1.3 Препознаје и чита географске и допунске елементе карте – називе мора, архипелага, острва, вулкана, и већих градова Југоисточне Азије.</w:t>
            </w:r>
          </w:p>
          <w:p w:rsidR="009035DB" w:rsidRDefault="009035DB" w:rsidP="009035D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ГЕ1.4.2. Препознаје основне природне и друштвене одлике Југоисточне Азије. </w:t>
            </w:r>
          </w:p>
          <w:p w:rsidR="009035DB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9035DB" w:rsidRPr="009035DB" w:rsidRDefault="009035DB" w:rsidP="009035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9035D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ГЕ2.1.4. Приказује понуђене географске податке на немој карти, графикону, табели и схеми.</w:t>
            </w:r>
          </w:p>
          <w:p w:rsidR="00670648" w:rsidRPr="00466279" w:rsidRDefault="009035DB" w:rsidP="009035DB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35D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ГЕ2.4.2. Описује природне и друштвене одлике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Југоисточне  Азије.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9035DB" w:rsidRPr="009035DB" w:rsidRDefault="009035DB" w:rsidP="009035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9035D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ГЕ3.1.1. Анализира географску карту и доноси закључке о географским везама и законистостима Југоисточне Азије.</w:t>
            </w:r>
          </w:p>
          <w:p w:rsidR="00664F16" w:rsidRPr="009035DB" w:rsidRDefault="009035DB" w:rsidP="009035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9035D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ГЕ3.4.3. Ученик разуме и објашњава географске законитости Југоисточне Азије – „прелазни” положај, велика раздробљеност копна, вулкани и земљотреси, екваторска и тропска клима, распоред становништва и привреда.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9035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9035DB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Најпре проверамо   како  су  ученици  урадили   задатке    на немој карти у  Вежбанци  који су им</w:t>
            </w:r>
            <w:r w:rsidR="00081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постсвљени  прошли час.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9035DB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Припремили смо за ученике  6  комплета  питања  која  се  односе  на  следеће  теме:</w:t>
            </w:r>
          </w:p>
          <w:p w:rsidR="00081DF8" w:rsidRDefault="009035DB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1.</w:t>
            </w:r>
            <w:r w:rsidR="00081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  положај  и  везе  Југоисточне Азије  са  другим регијама  и  кон-</w:t>
            </w:r>
          </w:p>
          <w:p w:rsidR="009035DB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тинентима.</w:t>
            </w:r>
          </w:p>
          <w:p w:rsidR="00081DF8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2.Острвске  групе  Малајског  архипелага и значајна острва.</w:t>
            </w:r>
          </w:p>
          <w:p w:rsidR="00081DF8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3.Одлике  рљефа-- вулкани  земљотреси,  цунами.</w:t>
            </w:r>
          </w:p>
          <w:p w:rsidR="00081DF8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4.Клима,  живи  свет.</w:t>
            </w:r>
          </w:p>
          <w:p w:rsidR="00081DF8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5.Мешавина раса,  народа,  вера  и  култура.</w:t>
            </w:r>
          </w:p>
          <w:p w:rsidR="00081DF8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6.Приврееда.</w:t>
            </w:r>
          </w:p>
          <w:p w:rsidR="00081DF8" w:rsidRPr="00545C96" w:rsidRDefault="00081DF8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 одговарају  на  поједина питања  усмено  и  пред  географском  картом  Азије.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081DF8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евалуацију  часа,  дајемо  оцене  уз  образложење  и  препоруке  за  даљи  рад.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81DF8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47CB2"/>
    <w:rsid w:val="007E6623"/>
    <w:rsid w:val="00854D2A"/>
    <w:rsid w:val="008F0F0B"/>
    <w:rsid w:val="009035D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9035DB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5BB18-42A5-46AD-AEC6-E914CF19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2020-07-05T18:16:00Z</dcterms:created>
  <dcterms:modified xsi:type="dcterms:W3CDTF">2020-07-06T13:32:00Z</dcterms:modified>
</cp:coreProperties>
</file>